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89B43" w14:textId="77777777" w:rsidR="006E5D65" w:rsidRPr="00A12DC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12DCA">
        <w:rPr>
          <w:rFonts w:ascii="Corbel" w:hAnsi="Corbel"/>
          <w:bCs/>
          <w:i/>
        </w:rPr>
        <w:t xml:space="preserve">Załącznik nr </w:t>
      </w:r>
      <w:r w:rsidR="006F31E2" w:rsidRPr="00A12DCA">
        <w:rPr>
          <w:rFonts w:ascii="Corbel" w:hAnsi="Corbel"/>
          <w:bCs/>
          <w:i/>
        </w:rPr>
        <w:t>1.5</w:t>
      </w:r>
      <w:r w:rsidR="00D8678B" w:rsidRPr="00A12DCA">
        <w:rPr>
          <w:rFonts w:ascii="Corbel" w:hAnsi="Corbel"/>
          <w:bCs/>
          <w:i/>
        </w:rPr>
        <w:t xml:space="preserve"> do Zarządzenia</w:t>
      </w:r>
      <w:r w:rsidR="002A22BF" w:rsidRPr="00A12DCA">
        <w:rPr>
          <w:rFonts w:ascii="Corbel" w:hAnsi="Corbel"/>
          <w:bCs/>
          <w:i/>
        </w:rPr>
        <w:t xml:space="preserve"> Rektora UR </w:t>
      </w:r>
      <w:r w:rsidRPr="00A12DCA">
        <w:rPr>
          <w:rFonts w:ascii="Corbel" w:hAnsi="Corbel"/>
          <w:bCs/>
          <w:i/>
        </w:rPr>
        <w:t xml:space="preserve"> nr </w:t>
      </w:r>
      <w:r w:rsidR="00F17567" w:rsidRPr="00A12DCA">
        <w:rPr>
          <w:rFonts w:ascii="Corbel" w:hAnsi="Corbel"/>
          <w:bCs/>
          <w:i/>
        </w:rPr>
        <w:t>12/2019</w:t>
      </w:r>
    </w:p>
    <w:p w14:paraId="7E91EF57" w14:textId="77777777" w:rsidR="006A29CC" w:rsidRPr="009D7C6A" w:rsidRDefault="006A29CC" w:rsidP="006A29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F97DEFB" w14:textId="616EB300" w:rsidR="006A29CC" w:rsidRPr="009D7C6A" w:rsidRDefault="006A29CC" w:rsidP="006A29CC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82B88">
        <w:rPr>
          <w:rFonts w:ascii="Corbel" w:hAnsi="Corbel"/>
          <w:b/>
          <w:smallCaps/>
          <w:sz w:val="24"/>
          <w:szCs w:val="24"/>
        </w:rPr>
        <w:t>2022</w:t>
      </w:r>
      <w:r w:rsidRPr="009D7C6A">
        <w:rPr>
          <w:rFonts w:ascii="Corbel" w:hAnsi="Corbel"/>
          <w:b/>
          <w:smallCaps/>
          <w:sz w:val="24"/>
          <w:szCs w:val="24"/>
        </w:rPr>
        <w:t>-202</w:t>
      </w:r>
      <w:r w:rsidR="00782B88">
        <w:rPr>
          <w:rFonts w:ascii="Corbel" w:hAnsi="Corbel"/>
          <w:b/>
          <w:smallCaps/>
          <w:sz w:val="24"/>
          <w:szCs w:val="24"/>
        </w:rPr>
        <w:t>4</w:t>
      </w:r>
    </w:p>
    <w:p w14:paraId="40521F1F" w14:textId="1C29B950" w:rsidR="006A29CC" w:rsidRPr="009D7C6A" w:rsidRDefault="006A29CC" w:rsidP="006A29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</w:t>
      </w:r>
      <w:r w:rsidR="00782B88">
        <w:rPr>
          <w:rFonts w:ascii="Corbel" w:hAnsi="Corbel"/>
          <w:sz w:val="20"/>
          <w:szCs w:val="20"/>
        </w:rPr>
        <w:t>3</w:t>
      </w:r>
      <w:r w:rsidRPr="009D7C6A">
        <w:rPr>
          <w:rFonts w:ascii="Corbel" w:hAnsi="Corbel"/>
          <w:sz w:val="20"/>
          <w:szCs w:val="20"/>
        </w:rPr>
        <w:t>/202</w:t>
      </w:r>
      <w:r w:rsidR="00782B88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458A9B4" w14:textId="77777777" w:rsidR="0085747A" w:rsidRPr="00A12D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732FE9" w14:textId="7ED4F8E1" w:rsidR="0085747A" w:rsidRPr="00A12DCA" w:rsidRDefault="0085747A" w:rsidP="00327CD7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 xml:space="preserve">Podstawowe </w:t>
      </w:r>
      <w:r w:rsidR="00445970" w:rsidRPr="00A12DCA">
        <w:rPr>
          <w:rFonts w:ascii="Corbel" w:hAnsi="Corbel"/>
          <w:szCs w:val="24"/>
        </w:rPr>
        <w:t>informacje o przedmiocie</w:t>
      </w:r>
    </w:p>
    <w:p w14:paraId="32F1BC63" w14:textId="77777777" w:rsidR="00327CD7" w:rsidRPr="00A12DCA" w:rsidRDefault="00327CD7" w:rsidP="00327CD7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2DCA" w14:paraId="62E88630" w14:textId="77777777" w:rsidTr="000C3F42">
        <w:tc>
          <w:tcPr>
            <w:tcW w:w="2694" w:type="dxa"/>
            <w:vAlign w:val="center"/>
          </w:tcPr>
          <w:p w14:paraId="7601EF75" w14:textId="77777777" w:rsidR="0085747A" w:rsidRPr="00A12D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4C5869" w14:textId="77777777" w:rsidR="0085747A" w:rsidRPr="00A12DCA" w:rsidRDefault="00FC71BF" w:rsidP="00C528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Ekonomi</w:t>
            </w:r>
            <w:r w:rsidR="00C52805" w:rsidRPr="00A12DCA">
              <w:rPr>
                <w:rFonts w:ascii="Corbel" w:hAnsi="Corbel"/>
                <w:b w:val="0"/>
                <w:sz w:val="24"/>
                <w:szCs w:val="24"/>
              </w:rPr>
              <w:t>a inwestycji</w:t>
            </w:r>
          </w:p>
        </w:tc>
      </w:tr>
      <w:tr w:rsidR="0085747A" w:rsidRPr="00A12DCA" w14:paraId="73584C6E" w14:textId="77777777" w:rsidTr="000C3F42">
        <w:tc>
          <w:tcPr>
            <w:tcW w:w="2694" w:type="dxa"/>
            <w:vAlign w:val="center"/>
          </w:tcPr>
          <w:p w14:paraId="0D70DBAC" w14:textId="77777777" w:rsidR="0085747A" w:rsidRPr="00A12D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2DC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A80F1B" w14:textId="77777777" w:rsidR="0085747A" w:rsidRPr="00A12DCA" w:rsidRDefault="00E20A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E/II/EP/C-1.3a</w:t>
            </w:r>
          </w:p>
        </w:tc>
      </w:tr>
      <w:tr w:rsidR="0085747A" w:rsidRPr="00A12DCA" w14:paraId="5B6675A9" w14:textId="77777777" w:rsidTr="000C3F42">
        <w:tc>
          <w:tcPr>
            <w:tcW w:w="2694" w:type="dxa"/>
            <w:vAlign w:val="center"/>
          </w:tcPr>
          <w:p w14:paraId="1D791F0F" w14:textId="77777777" w:rsidR="0085747A" w:rsidRPr="00A12DC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</w:t>
            </w:r>
            <w:r w:rsidR="0085747A" w:rsidRPr="00A12DC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12DC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A9491B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C026A" w:rsidRPr="00A12DCA" w14:paraId="36230EA6" w14:textId="77777777" w:rsidTr="000C3F42">
        <w:tc>
          <w:tcPr>
            <w:tcW w:w="2694" w:type="dxa"/>
            <w:vAlign w:val="center"/>
          </w:tcPr>
          <w:p w14:paraId="04BCC0F8" w14:textId="77777777" w:rsidR="006C026A" w:rsidRPr="00A12DCA" w:rsidRDefault="006C026A" w:rsidP="006C02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43A523" w14:textId="25BB3747" w:rsidR="006C026A" w:rsidRPr="00A12DCA" w:rsidRDefault="006C026A" w:rsidP="006C02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A12DCA" w14:paraId="2CA2A93D" w14:textId="77777777" w:rsidTr="000C3F42">
        <w:tc>
          <w:tcPr>
            <w:tcW w:w="2694" w:type="dxa"/>
            <w:vAlign w:val="center"/>
          </w:tcPr>
          <w:p w14:paraId="79F5D576" w14:textId="77777777" w:rsidR="000C3F42" w:rsidRPr="00A12DCA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0B03EE" w14:textId="77777777" w:rsidR="000C3F42" w:rsidRPr="00A12DCA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12DCA" w14:paraId="4097B1E5" w14:textId="77777777" w:rsidTr="000C3F42">
        <w:tc>
          <w:tcPr>
            <w:tcW w:w="2694" w:type="dxa"/>
            <w:vAlign w:val="center"/>
          </w:tcPr>
          <w:p w14:paraId="77435296" w14:textId="77777777" w:rsidR="0085747A" w:rsidRPr="00A12DC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C444FE" w14:textId="6A2CD25E" w:rsidR="0085747A" w:rsidRPr="00A12DCA" w:rsidRDefault="00C52805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C026A" w:rsidRPr="00A12DC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12DCA" w14:paraId="0F8A1997" w14:textId="77777777" w:rsidTr="000C3F42">
        <w:tc>
          <w:tcPr>
            <w:tcW w:w="2694" w:type="dxa"/>
            <w:vAlign w:val="center"/>
          </w:tcPr>
          <w:p w14:paraId="16906E25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DE2DA6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12DC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12DCA" w14:paraId="21F674C3" w14:textId="77777777" w:rsidTr="000C3F42">
        <w:tc>
          <w:tcPr>
            <w:tcW w:w="2694" w:type="dxa"/>
            <w:vAlign w:val="center"/>
          </w:tcPr>
          <w:p w14:paraId="400478FE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A27887" w14:textId="408B5DFA" w:rsidR="0085747A" w:rsidRPr="00A12DCA" w:rsidRDefault="002C3E3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A12DCA" w14:paraId="270E8425" w14:textId="77777777" w:rsidTr="000C3F42">
        <w:tc>
          <w:tcPr>
            <w:tcW w:w="2694" w:type="dxa"/>
            <w:vAlign w:val="center"/>
          </w:tcPr>
          <w:p w14:paraId="06EA2CA4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12DCA">
              <w:rPr>
                <w:rFonts w:ascii="Corbel" w:hAnsi="Corbel"/>
                <w:sz w:val="24"/>
                <w:szCs w:val="24"/>
              </w:rPr>
              <w:t>/y</w:t>
            </w:r>
            <w:r w:rsidRPr="00A12DC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0BF5436" w14:textId="77777777" w:rsidR="0085747A" w:rsidRPr="00A12DCA" w:rsidRDefault="00C528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12DCA" w14:paraId="371556B4" w14:textId="77777777" w:rsidTr="000C3F42">
        <w:tc>
          <w:tcPr>
            <w:tcW w:w="2694" w:type="dxa"/>
            <w:vAlign w:val="center"/>
          </w:tcPr>
          <w:p w14:paraId="72F041D3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1A3950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12DCA" w14:paraId="3CA3FF26" w14:textId="77777777" w:rsidTr="000C3F42">
        <w:tc>
          <w:tcPr>
            <w:tcW w:w="2694" w:type="dxa"/>
            <w:vAlign w:val="center"/>
          </w:tcPr>
          <w:p w14:paraId="48AC0A69" w14:textId="77777777" w:rsidR="00923D7D" w:rsidRPr="00A12DC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1841E1" w14:textId="77777777" w:rsidR="00923D7D" w:rsidRPr="00A12DCA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A12DC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12DCA" w14:paraId="760F7423" w14:textId="77777777" w:rsidTr="000C3F42">
        <w:tc>
          <w:tcPr>
            <w:tcW w:w="2694" w:type="dxa"/>
            <w:vAlign w:val="center"/>
          </w:tcPr>
          <w:p w14:paraId="7A80274C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708E4A" w14:textId="77777777" w:rsidR="0085747A" w:rsidRPr="00A12DCA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A12DCA" w14:paraId="4A4E72AB" w14:textId="77777777" w:rsidTr="000C3F42">
        <w:tc>
          <w:tcPr>
            <w:tcW w:w="2694" w:type="dxa"/>
            <w:vAlign w:val="center"/>
          </w:tcPr>
          <w:p w14:paraId="49E758F4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4C5465" w14:textId="77777777" w:rsidR="0085747A" w:rsidRPr="00A12DCA" w:rsidRDefault="00C52805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3E91EB01" w14:textId="77777777" w:rsidR="0085747A" w:rsidRPr="00A12DC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* </w:t>
      </w:r>
      <w:r w:rsidRPr="00A12DCA">
        <w:rPr>
          <w:rFonts w:ascii="Corbel" w:hAnsi="Corbel"/>
          <w:i/>
          <w:sz w:val="24"/>
          <w:szCs w:val="24"/>
        </w:rPr>
        <w:t>-</w:t>
      </w:r>
      <w:r w:rsidR="00B90885" w:rsidRPr="00A12DC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2DCA">
        <w:rPr>
          <w:rFonts w:ascii="Corbel" w:hAnsi="Corbel"/>
          <w:b w:val="0"/>
          <w:sz w:val="24"/>
          <w:szCs w:val="24"/>
        </w:rPr>
        <w:t>e,</w:t>
      </w:r>
      <w:r w:rsidR="00E04536" w:rsidRPr="00A12DCA">
        <w:rPr>
          <w:rFonts w:ascii="Corbel" w:hAnsi="Corbel"/>
          <w:b w:val="0"/>
          <w:sz w:val="24"/>
          <w:szCs w:val="24"/>
        </w:rPr>
        <w:t xml:space="preserve"> </w:t>
      </w:r>
      <w:r w:rsidRPr="00A12DC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2DCA">
        <w:rPr>
          <w:rFonts w:ascii="Corbel" w:hAnsi="Corbel"/>
          <w:b w:val="0"/>
          <w:i/>
          <w:sz w:val="24"/>
          <w:szCs w:val="24"/>
        </w:rPr>
        <w:t>w Jednostce</w:t>
      </w:r>
    </w:p>
    <w:p w14:paraId="0C1208C0" w14:textId="77777777" w:rsidR="0085747A" w:rsidRPr="00A12DC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>1.</w:t>
      </w:r>
      <w:r w:rsidR="00E22FBC" w:rsidRPr="00A12DCA">
        <w:rPr>
          <w:rFonts w:ascii="Corbel" w:hAnsi="Corbel"/>
          <w:sz w:val="24"/>
          <w:szCs w:val="24"/>
        </w:rPr>
        <w:t>1</w:t>
      </w:r>
      <w:r w:rsidRPr="00A12DC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E6528B" w14:textId="77777777" w:rsidR="00923D7D" w:rsidRPr="00A12DC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2DCA" w14:paraId="60F9088F" w14:textId="77777777" w:rsidTr="00677B2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5917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Semestr</w:t>
            </w:r>
          </w:p>
          <w:p w14:paraId="58DBA2D7" w14:textId="77777777" w:rsidR="00015B8F" w:rsidRPr="00A12DC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(</w:t>
            </w:r>
            <w:r w:rsidR="00363F78" w:rsidRPr="00A12DC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09F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2DCA">
              <w:rPr>
                <w:rFonts w:ascii="Corbel" w:hAnsi="Corbel"/>
                <w:szCs w:val="24"/>
              </w:rPr>
              <w:t>Wykł</w:t>
            </w:r>
            <w:proofErr w:type="spellEnd"/>
            <w:r w:rsidRPr="00A12D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320B9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B561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2DCA">
              <w:rPr>
                <w:rFonts w:ascii="Corbel" w:hAnsi="Corbel"/>
                <w:szCs w:val="24"/>
              </w:rPr>
              <w:t>Konw</w:t>
            </w:r>
            <w:proofErr w:type="spellEnd"/>
            <w:r w:rsidRPr="00A12D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36896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F1FF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2DCA">
              <w:rPr>
                <w:rFonts w:ascii="Corbel" w:hAnsi="Corbel"/>
                <w:szCs w:val="24"/>
              </w:rPr>
              <w:t>Sem</w:t>
            </w:r>
            <w:proofErr w:type="spellEnd"/>
            <w:r w:rsidRPr="00A12D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3A39E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D864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2DCA">
              <w:rPr>
                <w:rFonts w:ascii="Corbel" w:hAnsi="Corbel"/>
                <w:szCs w:val="24"/>
              </w:rPr>
              <w:t>Prakt</w:t>
            </w:r>
            <w:proofErr w:type="spellEnd"/>
            <w:r w:rsidRPr="00A12D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22EB3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64F9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2DCA">
              <w:rPr>
                <w:rFonts w:ascii="Corbel" w:hAnsi="Corbel"/>
                <w:b/>
                <w:szCs w:val="24"/>
              </w:rPr>
              <w:t>Liczba pkt</w:t>
            </w:r>
            <w:r w:rsidR="00B90885" w:rsidRPr="00A12DCA">
              <w:rPr>
                <w:rFonts w:ascii="Corbel" w:hAnsi="Corbel"/>
                <w:b/>
                <w:szCs w:val="24"/>
              </w:rPr>
              <w:t>.</w:t>
            </w:r>
            <w:r w:rsidRPr="00A12DC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12DCA" w14:paraId="39C59BD2" w14:textId="77777777" w:rsidTr="00677B2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3D93" w14:textId="77777777" w:rsidR="00015B8F" w:rsidRPr="00A12DCA" w:rsidRDefault="00C528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1243" w14:textId="16A94AE3" w:rsidR="00015B8F" w:rsidRPr="00A12DCA" w:rsidRDefault="002C3E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505C" w14:textId="520B2060" w:rsidR="00015B8F" w:rsidRPr="00A12DCA" w:rsidRDefault="002C3E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9FDC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6482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A1CC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EF65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B8D4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6D43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1C8" w14:textId="271505C0" w:rsidR="00015B8F" w:rsidRPr="00A12DCA" w:rsidRDefault="00782B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AFDDCF" w14:textId="77777777" w:rsidR="00923D7D" w:rsidRPr="00A12DC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52CE00" w14:textId="77777777" w:rsidR="0085747A" w:rsidRPr="00A12DC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>1.</w:t>
      </w:r>
      <w:r w:rsidR="00E22FBC" w:rsidRPr="00A12DCA">
        <w:rPr>
          <w:rFonts w:ascii="Corbel" w:hAnsi="Corbel"/>
          <w:smallCaps w:val="0"/>
          <w:szCs w:val="24"/>
        </w:rPr>
        <w:t>2</w:t>
      </w:r>
      <w:r w:rsidR="00F83B28" w:rsidRPr="00A12DCA">
        <w:rPr>
          <w:rFonts w:ascii="Corbel" w:hAnsi="Corbel"/>
          <w:smallCaps w:val="0"/>
          <w:szCs w:val="24"/>
        </w:rPr>
        <w:t>.</w:t>
      </w:r>
      <w:r w:rsidR="00F83B28" w:rsidRPr="00A12DCA">
        <w:rPr>
          <w:rFonts w:ascii="Corbel" w:hAnsi="Corbel"/>
          <w:smallCaps w:val="0"/>
          <w:szCs w:val="24"/>
        </w:rPr>
        <w:tab/>
      </w:r>
      <w:r w:rsidRPr="00A12DCA">
        <w:rPr>
          <w:rFonts w:ascii="Corbel" w:hAnsi="Corbel"/>
          <w:smallCaps w:val="0"/>
          <w:szCs w:val="24"/>
        </w:rPr>
        <w:t xml:space="preserve">Sposób realizacji zajęć  </w:t>
      </w:r>
    </w:p>
    <w:p w14:paraId="60E9D970" w14:textId="4EBF4265" w:rsidR="006C026A" w:rsidRPr="00A12DCA" w:rsidRDefault="006C026A" w:rsidP="006C02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A12DC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12DC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12DC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64791AE" w14:textId="77777777" w:rsidR="006C026A" w:rsidRPr="00A12DCA" w:rsidRDefault="006C026A" w:rsidP="006C02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2DCA">
        <w:rPr>
          <w:rFonts w:ascii="MS Gothic" w:eastAsia="MS Gothic" w:hAnsi="MS Gothic" w:cs="MS Gothic" w:hint="eastAsia"/>
          <w:b w:val="0"/>
          <w:szCs w:val="24"/>
        </w:rPr>
        <w:t>☐</w:t>
      </w:r>
      <w:r w:rsidRPr="00A12DC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24D45D8A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53567" w14:textId="77777777" w:rsidR="00E22FBC" w:rsidRPr="00A12DC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1.3 </w:t>
      </w:r>
      <w:r w:rsidR="00F83B28" w:rsidRPr="00A12DCA">
        <w:rPr>
          <w:rFonts w:ascii="Corbel" w:hAnsi="Corbel"/>
          <w:smallCaps w:val="0"/>
          <w:szCs w:val="24"/>
        </w:rPr>
        <w:tab/>
      </w:r>
      <w:r w:rsidRPr="00A12DCA">
        <w:rPr>
          <w:rFonts w:ascii="Corbel" w:hAnsi="Corbel"/>
          <w:smallCaps w:val="0"/>
          <w:szCs w:val="24"/>
        </w:rPr>
        <w:t>For</w:t>
      </w:r>
      <w:r w:rsidR="00445970" w:rsidRPr="00A12DCA">
        <w:rPr>
          <w:rFonts w:ascii="Corbel" w:hAnsi="Corbel"/>
          <w:smallCaps w:val="0"/>
          <w:szCs w:val="24"/>
        </w:rPr>
        <w:t xml:space="preserve">ma zaliczenia przedmiotu </w:t>
      </w:r>
      <w:r w:rsidRPr="00A12DCA">
        <w:rPr>
          <w:rFonts w:ascii="Corbel" w:hAnsi="Corbel"/>
          <w:smallCaps w:val="0"/>
          <w:szCs w:val="24"/>
        </w:rPr>
        <w:t xml:space="preserve"> (z toku) </w:t>
      </w:r>
      <w:r w:rsidRPr="00A12DC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AE61BA" w14:textId="78B1A051" w:rsidR="002A69B9" w:rsidRPr="00A12DCA" w:rsidRDefault="00E54691" w:rsidP="006C026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E97E5D" w:rsidRPr="00A12DCA">
        <w:rPr>
          <w:rFonts w:ascii="Corbel" w:hAnsi="Corbel"/>
          <w:b w:val="0"/>
          <w:smallCaps w:val="0"/>
          <w:szCs w:val="24"/>
        </w:rPr>
        <w:t>gzamin</w:t>
      </w:r>
      <w:r w:rsidR="002A69B9" w:rsidRPr="00A12DCA">
        <w:rPr>
          <w:rFonts w:ascii="Corbel" w:hAnsi="Corbel"/>
          <w:b w:val="0"/>
          <w:smallCaps w:val="0"/>
          <w:szCs w:val="24"/>
        </w:rPr>
        <w:t xml:space="preserve"> </w:t>
      </w:r>
    </w:p>
    <w:p w14:paraId="336224D8" w14:textId="77777777" w:rsidR="00E960BB" w:rsidRPr="00A12DC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2C4B8F" w14:textId="77777777" w:rsidR="00E960BB" w:rsidRPr="00A12D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2723A6FF" w14:textId="77777777" w:rsidTr="00745302">
        <w:tc>
          <w:tcPr>
            <w:tcW w:w="9670" w:type="dxa"/>
          </w:tcPr>
          <w:p w14:paraId="595B85AA" w14:textId="77777777" w:rsidR="0085747A" w:rsidRPr="00A12DCA" w:rsidRDefault="00E97E5D" w:rsidP="00E97E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ekonomii i organizacji przedsiębiorstwa oraz zarządzania jego finansami.</w:t>
            </w:r>
          </w:p>
        </w:tc>
      </w:tr>
    </w:tbl>
    <w:p w14:paraId="1DCA4F1E" w14:textId="77777777" w:rsidR="00153C41" w:rsidRPr="00A12DC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49FA80" w14:textId="77777777" w:rsidR="0085747A" w:rsidRPr="00A12DC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>3.</w:t>
      </w:r>
      <w:r w:rsidR="00A84C85" w:rsidRPr="00A12DCA">
        <w:rPr>
          <w:rFonts w:ascii="Corbel" w:hAnsi="Corbel"/>
          <w:szCs w:val="24"/>
        </w:rPr>
        <w:t>cele, efekty uczenia się</w:t>
      </w:r>
      <w:r w:rsidR="0085747A" w:rsidRPr="00A12DCA">
        <w:rPr>
          <w:rFonts w:ascii="Corbel" w:hAnsi="Corbel"/>
          <w:szCs w:val="24"/>
        </w:rPr>
        <w:t xml:space="preserve"> , treści Programowe i stosowane metody Dydaktyczne</w:t>
      </w:r>
    </w:p>
    <w:p w14:paraId="321C0114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622A6A" w14:textId="77777777" w:rsidR="0085747A" w:rsidRPr="00A12DC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3.1 </w:t>
      </w:r>
      <w:r w:rsidR="00C05F44" w:rsidRPr="00A12DCA">
        <w:rPr>
          <w:rFonts w:ascii="Corbel" w:hAnsi="Corbel"/>
          <w:sz w:val="24"/>
          <w:szCs w:val="24"/>
        </w:rPr>
        <w:t>Cele przedmiotu</w:t>
      </w:r>
    </w:p>
    <w:p w14:paraId="0C020FA9" w14:textId="77777777" w:rsidR="00F83B28" w:rsidRPr="00A12DC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37FF" w:rsidRPr="00A12DCA" w14:paraId="46B0EDF5" w14:textId="77777777" w:rsidTr="00F47E2E">
        <w:tc>
          <w:tcPr>
            <w:tcW w:w="845" w:type="dxa"/>
            <w:vAlign w:val="center"/>
          </w:tcPr>
          <w:p w14:paraId="461F7048" w14:textId="77777777" w:rsidR="00BE37FF" w:rsidRPr="00A12DCA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F23423D" w14:textId="77777777" w:rsidR="00BE37FF" w:rsidRPr="00A12DCA" w:rsidRDefault="00E97E5D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Zapoznanie studentów ze specyfiką procesu przygotowania i realizacji inwestycji rzeczowych.</w:t>
            </w:r>
          </w:p>
        </w:tc>
      </w:tr>
      <w:tr w:rsidR="00BE37FF" w:rsidRPr="00A12DCA" w14:paraId="2770186E" w14:textId="77777777" w:rsidTr="00F47E2E">
        <w:tc>
          <w:tcPr>
            <w:tcW w:w="845" w:type="dxa"/>
            <w:vAlign w:val="center"/>
          </w:tcPr>
          <w:p w14:paraId="0CA5BB01" w14:textId="77777777" w:rsidR="00BE37FF" w:rsidRPr="00A12DCA" w:rsidRDefault="00BE37FF" w:rsidP="00BE37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D03D786" w14:textId="77777777" w:rsidR="00BE37FF" w:rsidRPr="00A12DCA" w:rsidRDefault="00E97E5D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Wypracowanie umiejętności praktycznego zastosowania wybranych metod oceny inwestycji.</w:t>
            </w:r>
          </w:p>
        </w:tc>
      </w:tr>
    </w:tbl>
    <w:p w14:paraId="12660B41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CA878A" w14:textId="77777777" w:rsidR="001D7B54" w:rsidRPr="00A12DC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 xml:space="preserve">3.2 </w:t>
      </w:r>
      <w:r w:rsidR="001D7B54" w:rsidRPr="00A12DCA">
        <w:rPr>
          <w:rFonts w:ascii="Corbel" w:hAnsi="Corbel"/>
          <w:b/>
          <w:sz w:val="24"/>
          <w:szCs w:val="24"/>
        </w:rPr>
        <w:t xml:space="preserve">Efekty </w:t>
      </w:r>
      <w:r w:rsidR="00C05F44" w:rsidRPr="00A12DC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2DCA">
        <w:rPr>
          <w:rFonts w:ascii="Corbel" w:hAnsi="Corbel"/>
          <w:b/>
          <w:sz w:val="24"/>
          <w:szCs w:val="24"/>
        </w:rPr>
        <w:t>dla przedmiotu</w:t>
      </w:r>
    </w:p>
    <w:p w14:paraId="47BEAB8C" w14:textId="77777777" w:rsidR="001D7B54" w:rsidRPr="00A12DC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095"/>
        <w:gridCol w:w="2262"/>
      </w:tblGrid>
      <w:tr w:rsidR="0085747A" w:rsidRPr="00A12DCA" w14:paraId="15127BF6" w14:textId="77777777" w:rsidTr="25A09E00">
        <w:tc>
          <w:tcPr>
            <w:tcW w:w="1163" w:type="dxa"/>
            <w:vAlign w:val="center"/>
          </w:tcPr>
          <w:p w14:paraId="78C801C8" w14:textId="77777777" w:rsidR="0085747A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2DC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2DC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5" w:type="dxa"/>
            <w:vAlign w:val="center"/>
          </w:tcPr>
          <w:p w14:paraId="2BF95363" w14:textId="77777777" w:rsidR="0085747A" w:rsidRPr="00A12D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262" w:type="dxa"/>
            <w:vAlign w:val="center"/>
          </w:tcPr>
          <w:p w14:paraId="1700CF04" w14:textId="77777777" w:rsidR="0085747A" w:rsidRPr="00A12D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12DC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7DB7" w:rsidRPr="00A12DCA" w14:paraId="4E026793" w14:textId="77777777" w:rsidTr="25A09E00">
        <w:tc>
          <w:tcPr>
            <w:tcW w:w="1163" w:type="dxa"/>
          </w:tcPr>
          <w:p w14:paraId="012A45FE" w14:textId="77777777" w:rsidR="00397DB7" w:rsidRPr="00A12DCA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</w:tcPr>
          <w:p w14:paraId="4DCBC889" w14:textId="1E4FBB4B" w:rsidR="00397DB7" w:rsidRPr="00A12DCA" w:rsidRDefault="00E97E5D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Zna metody oceny efektywności </w:t>
            </w:r>
            <w:r w:rsidR="7A3421C7" w:rsidRPr="00A12D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>rojektów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inwestycyjnych.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 xml:space="preserve"> Rozpoznaje czynniki decydujące o </w:t>
            </w:r>
            <w:r w:rsidR="59869460" w:rsidRPr="00A12DCA">
              <w:rPr>
                <w:rFonts w:ascii="Corbel" w:hAnsi="Corbel"/>
                <w:b w:val="0"/>
                <w:sz w:val="24"/>
                <w:szCs w:val="24"/>
              </w:rPr>
              <w:t>opłacaln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>ości inwestyc</w:t>
            </w:r>
            <w:r w:rsidR="521046CF" w:rsidRPr="00A12DCA">
              <w:rPr>
                <w:rFonts w:ascii="Corbel" w:hAnsi="Corbel"/>
                <w:b w:val="0"/>
                <w:sz w:val="24"/>
                <w:szCs w:val="24"/>
              </w:rPr>
              <w:t>ji.</w:t>
            </w:r>
          </w:p>
        </w:tc>
        <w:tc>
          <w:tcPr>
            <w:tcW w:w="2262" w:type="dxa"/>
          </w:tcPr>
          <w:p w14:paraId="1DD91081" w14:textId="64F74DF5" w:rsidR="00397DB7" w:rsidRPr="00A12DCA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K_W01</w:t>
            </w:r>
          </w:p>
          <w:p w14:paraId="7E769454" w14:textId="25A98049" w:rsidR="00F4254F" w:rsidRPr="00A12DCA" w:rsidRDefault="00F4254F" w:rsidP="00F4254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K_W02</w:t>
            </w:r>
          </w:p>
          <w:p w14:paraId="2B5AF6E9" w14:textId="77777777" w:rsidR="00112726" w:rsidRPr="00A12DCA" w:rsidRDefault="00717610" w:rsidP="0071761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K_W08</w:t>
            </w:r>
          </w:p>
          <w:p w14:paraId="5BBF1E83" w14:textId="77777777" w:rsidR="00397DB7" w:rsidRPr="00A12DCA" w:rsidRDefault="00397DB7" w:rsidP="0011272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397DB7" w:rsidRPr="00A12DCA" w14:paraId="3124A5D8" w14:textId="77777777" w:rsidTr="25A09E00">
        <w:tc>
          <w:tcPr>
            <w:tcW w:w="1163" w:type="dxa"/>
          </w:tcPr>
          <w:p w14:paraId="4D4C4007" w14:textId="77777777" w:rsidR="00397DB7" w:rsidRPr="00A12DCA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</w:tcPr>
          <w:p w14:paraId="0B90C4A1" w14:textId="7AD08A45" w:rsidR="00397DB7" w:rsidRPr="00A12DCA" w:rsidRDefault="46E72CD5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Analizuje przebieg cyklu inwestycyjnego. </w:t>
            </w:r>
            <w:r w:rsidR="45859101" w:rsidRPr="00A12DCA">
              <w:rPr>
                <w:rFonts w:ascii="Corbel" w:hAnsi="Corbel"/>
                <w:b w:val="0"/>
                <w:sz w:val="24"/>
                <w:szCs w:val="24"/>
              </w:rPr>
              <w:t>Przeprowadza ocenę efektywności inwestycji rozwojowych. Wykorzystuje odpowied</w:t>
            </w:r>
            <w:r w:rsidR="1EF59F58" w:rsidRPr="00A12DCA">
              <w:rPr>
                <w:rFonts w:ascii="Corbel" w:hAnsi="Corbel"/>
                <w:b w:val="0"/>
                <w:sz w:val="24"/>
                <w:szCs w:val="24"/>
              </w:rPr>
              <w:t xml:space="preserve">nie </w:t>
            </w:r>
            <w:r w:rsidR="20573B2C" w:rsidRPr="00A12DCA">
              <w:rPr>
                <w:rFonts w:ascii="Corbel" w:hAnsi="Corbel"/>
                <w:b w:val="0"/>
                <w:sz w:val="24"/>
                <w:szCs w:val="24"/>
              </w:rPr>
              <w:t>metody i narzędzia w</w:t>
            </w:r>
          </w:p>
          <w:p w14:paraId="3C72C360" w14:textId="0FAFBEEA" w:rsidR="00397DB7" w:rsidRPr="00A12DCA" w:rsidRDefault="20573B2C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ocenie i p</w:t>
            </w:r>
            <w:r w:rsidR="73A1DFED" w:rsidRPr="00A12DCA">
              <w:rPr>
                <w:rFonts w:ascii="Corbel" w:hAnsi="Corbel"/>
                <w:b w:val="0"/>
                <w:sz w:val="24"/>
                <w:szCs w:val="24"/>
              </w:rPr>
              <w:t>lanowa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niu procesów </w:t>
            </w:r>
            <w:r w:rsidR="2DE592FB" w:rsidRPr="00A12DCA">
              <w:rPr>
                <w:rFonts w:ascii="Corbel" w:hAnsi="Corbel"/>
                <w:b w:val="0"/>
                <w:sz w:val="24"/>
                <w:szCs w:val="24"/>
              </w:rPr>
              <w:t>inwestycyjnych</w:t>
            </w:r>
            <w:r w:rsidR="529654A7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4F342CB5" w:rsidRPr="00A12D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262" w:type="dxa"/>
          </w:tcPr>
          <w:p w14:paraId="19BE17C4" w14:textId="77777777" w:rsidR="00112726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K_U01</w:t>
            </w:r>
          </w:p>
          <w:p w14:paraId="2CA269A2" w14:textId="77777777" w:rsidR="00112726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K_U02</w:t>
            </w:r>
          </w:p>
          <w:p w14:paraId="5B3F942F" w14:textId="1B639DD6" w:rsidR="00397DB7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25A09E00" w:rsidRPr="00A12DCA" w14:paraId="2FEAD914" w14:textId="77777777" w:rsidTr="25A09E00">
        <w:tc>
          <w:tcPr>
            <w:tcW w:w="1163" w:type="dxa"/>
          </w:tcPr>
          <w:p w14:paraId="6D7CF73D" w14:textId="117C4626" w:rsidR="5FCC8804" w:rsidRPr="00A12DCA" w:rsidRDefault="5FCC8804" w:rsidP="25A09E00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5" w:type="dxa"/>
          </w:tcPr>
          <w:p w14:paraId="7132C4F5" w14:textId="680AFD3C" w:rsidR="5FCC8804" w:rsidRPr="00A12DCA" w:rsidRDefault="5FCC8804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Potrafi współdziałać w grupie w ramach prac zespołowych w zakresie planowania i oceny projektów inwestycyjnych.</w:t>
            </w:r>
          </w:p>
        </w:tc>
        <w:tc>
          <w:tcPr>
            <w:tcW w:w="2262" w:type="dxa"/>
          </w:tcPr>
          <w:p w14:paraId="4AE28013" w14:textId="77777777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K_U08</w:t>
            </w:r>
          </w:p>
          <w:p w14:paraId="587537B6" w14:textId="77777777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K_U11</w:t>
            </w:r>
          </w:p>
          <w:p w14:paraId="41C7D73B" w14:textId="57AC83F1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K_U12</w:t>
            </w:r>
          </w:p>
        </w:tc>
      </w:tr>
    </w:tbl>
    <w:p w14:paraId="65FB0FFB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0F915" w14:textId="77777777" w:rsidR="0085747A" w:rsidRPr="00A12D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>3.3</w:t>
      </w:r>
      <w:r w:rsidR="0085747A" w:rsidRPr="00A12DCA">
        <w:rPr>
          <w:rFonts w:ascii="Corbel" w:hAnsi="Corbel"/>
          <w:b/>
          <w:sz w:val="24"/>
          <w:szCs w:val="24"/>
        </w:rPr>
        <w:t>T</w:t>
      </w:r>
      <w:r w:rsidR="001D7B54" w:rsidRPr="00A12DCA">
        <w:rPr>
          <w:rFonts w:ascii="Corbel" w:hAnsi="Corbel"/>
          <w:b/>
          <w:sz w:val="24"/>
          <w:szCs w:val="24"/>
        </w:rPr>
        <w:t xml:space="preserve">reści programowe </w:t>
      </w:r>
    </w:p>
    <w:p w14:paraId="19807FDC" w14:textId="77777777" w:rsidR="0085747A" w:rsidRPr="00A12DCA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Problematyka wykładu </w:t>
      </w:r>
    </w:p>
    <w:p w14:paraId="71B5DDAE" w14:textId="77777777" w:rsidR="00675843" w:rsidRPr="00A12DC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332B4ACE" w14:textId="77777777" w:rsidTr="00397DB7">
        <w:tc>
          <w:tcPr>
            <w:tcW w:w="9520" w:type="dxa"/>
          </w:tcPr>
          <w:p w14:paraId="69065658" w14:textId="77777777" w:rsidR="0085747A" w:rsidRPr="00A12DC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A12DCA" w14:paraId="50454D07" w14:textId="77777777" w:rsidTr="00397DB7">
        <w:tc>
          <w:tcPr>
            <w:tcW w:w="9520" w:type="dxa"/>
          </w:tcPr>
          <w:p w14:paraId="1EE19CB3" w14:textId="77777777" w:rsidR="00397DB7" w:rsidRPr="00A12DCA" w:rsidRDefault="00DE0875" w:rsidP="00B13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Podstawowe pojęcia z zakresu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 P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rzedmiot i zakres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ybrane klasyfikacje inwestycji, organizowani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procesu inwestycyjnego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352AC" w:rsidRPr="00A12DCA" w14:paraId="230FDE75" w14:textId="77777777" w:rsidTr="00397DB7">
        <w:tc>
          <w:tcPr>
            <w:tcW w:w="9520" w:type="dxa"/>
          </w:tcPr>
          <w:p w14:paraId="0DA8E2C2" w14:textId="77777777" w:rsidR="005352AC" w:rsidRPr="00A12DCA" w:rsidRDefault="005352AC" w:rsidP="00535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 xml:space="preserve">Analiza możliwości realizacji przedsięwzięcia inwestycyjnego. Analiza finansowa, techniczna, organizacyjna projektu. </w:t>
            </w:r>
          </w:p>
        </w:tc>
      </w:tr>
      <w:tr w:rsidR="005352AC" w:rsidRPr="00A12DCA" w14:paraId="532E41A3" w14:textId="77777777" w:rsidTr="00B13CAA">
        <w:trPr>
          <w:trHeight w:val="186"/>
        </w:trPr>
        <w:tc>
          <w:tcPr>
            <w:tcW w:w="9520" w:type="dxa"/>
          </w:tcPr>
          <w:p w14:paraId="32D5E7E6" w14:textId="77777777" w:rsidR="005352AC" w:rsidRPr="00A12DCA" w:rsidRDefault="005352AC" w:rsidP="005352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5352AC" w:rsidRPr="00A12DCA" w14:paraId="77547D85" w14:textId="77777777" w:rsidTr="00B13CAA">
        <w:trPr>
          <w:trHeight w:val="186"/>
        </w:trPr>
        <w:tc>
          <w:tcPr>
            <w:tcW w:w="9520" w:type="dxa"/>
          </w:tcPr>
          <w:p w14:paraId="3098F750" w14:textId="77777777" w:rsidR="005352AC" w:rsidRPr="00A12DCA" w:rsidRDefault="00FF6093" w:rsidP="00FF60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Budżetowanie kapitałowe – cele, etapy, narzędzia.</w:t>
            </w:r>
          </w:p>
        </w:tc>
      </w:tr>
      <w:tr w:rsidR="00397DB7" w:rsidRPr="00A12DCA" w14:paraId="2A7B2423" w14:textId="77777777" w:rsidTr="00397DB7">
        <w:tc>
          <w:tcPr>
            <w:tcW w:w="9520" w:type="dxa"/>
          </w:tcPr>
          <w:p w14:paraId="7F603FC3" w14:textId="77777777" w:rsidR="00397DB7" w:rsidRPr="00A12DCA" w:rsidRDefault="00DE0875" w:rsidP="00B13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Teoretyczne podstawy rachunku ekonomicznej efektywności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 S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tatyczne i dynamiczne metody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 xml:space="preserve"> oceny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efektywności inwest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ycji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12615C6" w14:textId="77777777" w:rsidR="0085747A" w:rsidRPr="00A12D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D1E3C93" w14:textId="77777777" w:rsidR="0085747A" w:rsidRPr="00A12DC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2DCA">
        <w:rPr>
          <w:rFonts w:ascii="Corbel" w:hAnsi="Corbel"/>
          <w:sz w:val="24"/>
          <w:szCs w:val="24"/>
        </w:rPr>
        <w:t xml:space="preserve">, </w:t>
      </w:r>
      <w:r w:rsidRPr="00A12DCA">
        <w:rPr>
          <w:rFonts w:ascii="Corbel" w:hAnsi="Corbel"/>
          <w:sz w:val="24"/>
          <w:szCs w:val="24"/>
        </w:rPr>
        <w:t xml:space="preserve">zajęć praktycznych </w:t>
      </w:r>
    </w:p>
    <w:p w14:paraId="4C069F9B" w14:textId="77777777" w:rsidR="0085747A" w:rsidRPr="00A12DC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062C1075" w14:textId="77777777" w:rsidTr="00FD3233">
        <w:tc>
          <w:tcPr>
            <w:tcW w:w="9520" w:type="dxa"/>
          </w:tcPr>
          <w:p w14:paraId="3525CCBC" w14:textId="77777777" w:rsidR="0085747A" w:rsidRPr="00A12DC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A12DCA" w14:paraId="41E29328" w14:textId="77777777" w:rsidTr="00FD3233">
        <w:tc>
          <w:tcPr>
            <w:tcW w:w="9520" w:type="dxa"/>
          </w:tcPr>
          <w:p w14:paraId="638008E8" w14:textId="77777777" w:rsidR="00397DB7" w:rsidRPr="00A12DCA" w:rsidRDefault="005352AC" w:rsidP="00535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397DB7" w:rsidRPr="00A12DCA" w14:paraId="6DB1B730" w14:textId="77777777" w:rsidTr="00FD3233">
        <w:tc>
          <w:tcPr>
            <w:tcW w:w="9520" w:type="dxa"/>
          </w:tcPr>
          <w:p w14:paraId="2C344E6F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397DB7" w:rsidRPr="00A12DCA" w14:paraId="4AECA95C" w14:textId="77777777" w:rsidTr="00FD3233">
        <w:tc>
          <w:tcPr>
            <w:tcW w:w="9520" w:type="dxa"/>
          </w:tcPr>
          <w:p w14:paraId="55CD957C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Ekonomiczna wartość dodana i rynkowa wartość dodana w procesie budżetowania kapitałowego</w:t>
            </w:r>
            <w:r w:rsidRPr="00A12DC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A12DCA" w14:paraId="0EADBFEF" w14:textId="77777777" w:rsidTr="00FD3233">
        <w:tc>
          <w:tcPr>
            <w:tcW w:w="9520" w:type="dxa"/>
          </w:tcPr>
          <w:p w14:paraId="742A1D2A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Wykorzystanie finansowych metod oceny inwestycji.</w:t>
            </w:r>
          </w:p>
        </w:tc>
      </w:tr>
    </w:tbl>
    <w:p w14:paraId="3AA8E80D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DB0559" w14:textId="77777777" w:rsidR="0085747A" w:rsidRPr="00A12DC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>3.4 Metody dydaktyczne</w:t>
      </w:r>
    </w:p>
    <w:p w14:paraId="7969243C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35D287" w14:textId="77777777" w:rsidR="0085747A" w:rsidRPr="00A12DCA" w:rsidRDefault="00397DB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54DA481A" w14:textId="61F48CF0" w:rsidR="00397DB7" w:rsidRPr="00A12DCA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 xml:space="preserve">Ćwiczenia: prezentacja multimedialna, </w:t>
      </w:r>
      <w:r w:rsidR="00397DB7" w:rsidRPr="00A12DCA">
        <w:rPr>
          <w:rFonts w:ascii="Corbel" w:hAnsi="Corbel"/>
          <w:b w:val="0"/>
          <w:smallCaps w:val="0"/>
          <w:szCs w:val="24"/>
        </w:rPr>
        <w:t>analiza studium przypadku,</w:t>
      </w:r>
      <w:r w:rsidR="00FA3F36" w:rsidRPr="00A12DCA">
        <w:rPr>
          <w:rFonts w:ascii="Corbel" w:hAnsi="Corbel"/>
          <w:b w:val="0"/>
          <w:smallCaps w:val="0"/>
          <w:szCs w:val="24"/>
        </w:rPr>
        <w:t xml:space="preserve"> rozwiązywanie zadań, praca samodzielna i w grupach.</w:t>
      </w:r>
    </w:p>
    <w:p w14:paraId="550CFD16" w14:textId="77777777" w:rsidR="00397DB7" w:rsidRPr="00A12DCA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E56278E" w14:textId="77777777" w:rsidR="0085747A" w:rsidRPr="00A12DCA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 </w:t>
      </w:r>
      <w:r w:rsidR="00C61DC5" w:rsidRPr="00A12DCA">
        <w:rPr>
          <w:rFonts w:ascii="Corbel" w:hAnsi="Corbel"/>
          <w:smallCaps w:val="0"/>
          <w:szCs w:val="24"/>
        </w:rPr>
        <w:t xml:space="preserve">4. </w:t>
      </w:r>
      <w:r w:rsidR="0085747A" w:rsidRPr="00A12DCA">
        <w:rPr>
          <w:rFonts w:ascii="Corbel" w:hAnsi="Corbel"/>
          <w:smallCaps w:val="0"/>
          <w:szCs w:val="24"/>
        </w:rPr>
        <w:t>METODY I KRYTERIA OCENY</w:t>
      </w:r>
    </w:p>
    <w:p w14:paraId="7A38685F" w14:textId="77777777" w:rsidR="00923D7D" w:rsidRPr="00A12DC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08F307" w14:textId="77777777" w:rsidR="0085747A" w:rsidRPr="00A12DC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2DCA">
        <w:rPr>
          <w:rFonts w:ascii="Corbel" w:hAnsi="Corbel"/>
          <w:smallCaps w:val="0"/>
          <w:szCs w:val="24"/>
        </w:rPr>
        <w:t>uczenia się</w:t>
      </w:r>
    </w:p>
    <w:p w14:paraId="2F6050C0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2DCA" w14:paraId="0B463F98" w14:textId="77777777" w:rsidTr="25A09E00">
        <w:tc>
          <w:tcPr>
            <w:tcW w:w="1962" w:type="dxa"/>
            <w:vAlign w:val="center"/>
          </w:tcPr>
          <w:p w14:paraId="1D069D3C" w14:textId="77777777" w:rsidR="0085747A" w:rsidRPr="00A12DC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1CAC537" w14:textId="77777777" w:rsidR="0085747A" w:rsidRPr="00A12DC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FC8E37" w14:textId="77777777" w:rsidR="0085747A" w:rsidRPr="00A12DC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8DFDF" w14:textId="77777777" w:rsidR="00923D7D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E14CA6" w14:textId="77777777" w:rsidR="0085747A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12DC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A12DCA" w14:paraId="46A9164A" w14:textId="77777777" w:rsidTr="25A09E00">
        <w:tc>
          <w:tcPr>
            <w:tcW w:w="1962" w:type="dxa"/>
          </w:tcPr>
          <w:p w14:paraId="2102620B" w14:textId="6769E7B1" w:rsidR="001101F0" w:rsidRPr="00A12DCA" w:rsidRDefault="006C026A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DCA">
              <w:rPr>
                <w:rFonts w:ascii="Corbel" w:hAnsi="Corbel"/>
                <w:b w:val="0"/>
                <w:szCs w:val="24"/>
              </w:rPr>
              <w:t>E</w:t>
            </w:r>
            <w:r w:rsidR="001101F0" w:rsidRPr="00A12DC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377FFD5" w14:textId="048316B3" w:rsidR="001101F0" w:rsidRPr="00A12DCA" w:rsidRDefault="05E8C722" w:rsidP="25A09E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Test</w:t>
            </w:r>
            <w:r w:rsidR="08DB08D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B56C9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5D9E854A" w14:textId="0E6C885B" w:rsidR="00425C03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256C4BEA" w14:textId="4B6B1908" w:rsidR="001101F0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A12DCA" w14:paraId="3CEED852" w14:textId="77777777" w:rsidTr="25A09E00">
        <w:tc>
          <w:tcPr>
            <w:tcW w:w="1962" w:type="dxa"/>
          </w:tcPr>
          <w:p w14:paraId="5FC8FD42" w14:textId="77777777" w:rsidR="001101F0" w:rsidRPr="00A12DCA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DC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CA8A7CA" w14:textId="69141C53" w:rsidR="001101F0" w:rsidRPr="00A12DCA" w:rsidRDefault="271A86AB" w:rsidP="25A09E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Test, k</w:t>
            </w:r>
            <w:r w:rsidR="00B56C9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olokwium, obserwacja w trakcie zajęć</w:t>
            </w:r>
          </w:p>
        </w:tc>
        <w:tc>
          <w:tcPr>
            <w:tcW w:w="2117" w:type="dxa"/>
          </w:tcPr>
          <w:p w14:paraId="2D39CFEB" w14:textId="484B730F" w:rsidR="00425C03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1DEA348D" w14:textId="7287FBE1" w:rsidR="001101F0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25A09E00" w:rsidRPr="00A12DCA" w14:paraId="782059AD" w14:textId="77777777" w:rsidTr="25A09E00">
        <w:tc>
          <w:tcPr>
            <w:tcW w:w="1962" w:type="dxa"/>
          </w:tcPr>
          <w:p w14:paraId="12A15AA6" w14:textId="6B91F610" w:rsidR="3AD4BC20" w:rsidRPr="00A12DCA" w:rsidRDefault="3AD4BC20" w:rsidP="25A09E00">
            <w:pPr>
              <w:pStyle w:val="Punktygwne"/>
              <w:rPr>
                <w:rFonts w:ascii="Corbel" w:hAnsi="Corbel"/>
                <w:b w:val="0"/>
              </w:rPr>
            </w:pPr>
            <w:r w:rsidRPr="00A12DCA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441" w:type="dxa"/>
          </w:tcPr>
          <w:p w14:paraId="7F8ED734" w14:textId="7CA8DEBE" w:rsidR="5B986B55" w:rsidRPr="00A12DCA" w:rsidRDefault="5B986B55" w:rsidP="25A09E00">
            <w:pPr>
              <w:pStyle w:val="Punktygwne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4C049250" w14:textId="484B730F" w:rsidR="46BA4A1C" w:rsidRPr="00A12DCA" w:rsidRDefault="46BA4A1C" w:rsidP="25A09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wykład</w:t>
            </w:r>
          </w:p>
          <w:p w14:paraId="070CF74D" w14:textId="58CA41E3" w:rsidR="46BA4A1C" w:rsidRPr="00A12DCA" w:rsidRDefault="46BA4A1C" w:rsidP="25A09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31ED8620" w14:textId="77777777" w:rsidR="00923D7D" w:rsidRPr="00A12DC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3F4648" w14:textId="77777777" w:rsidR="0085747A" w:rsidRPr="00A12DC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4.2 </w:t>
      </w:r>
      <w:r w:rsidR="0085747A" w:rsidRPr="00A12DCA">
        <w:rPr>
          <w:rFonts w:ascii="Corbel" w:hAnsi="Corbel"/>
          <w:smallCaps w:val="0"/>
          <w:szCs w:val="24"/>
        </w:rPr>
        <w:t>Warunki zaliczenia przedmiotu (kryteria oceniania)</w:t>
      </w:r>
    </w:p>
    <w:p w14:paraId="1677E4AB" w14:textId="77777777" w:rsidR="00923D7D" w:rsidRPr="00A12DC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10CE6E67" w14:textId="77777777" w:rsidTr="706F8D2C">
        <w:tc>
          <w:tcPr>
            <w:tcW w:w="9670" w:type="dxa"/>
          </w:tcPr>
          <w:p w14:paraId="27551882" w14:textId="06E56EB8" w:rsidR="00162E8F" w:rsidRPr="00A12DCA" w:rsidRDefault="7F2A93F9" w:rsidP="002A11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Wykład – egzamin</w:t>
            </w:r>
            <w:r w:rsidR="09B7842D" w:rsidRPr="00A12DCA">
              <w:rPr>
                <w:rFonts w:ascii="Corbel" w:hAnsi="Corbel"/>
                <w:b w:val="0"/>
                <w:smallCaps w:val="0"/>
              </w:rPr>
              <w:t xml:space="preserve">. </w:t>
            </w: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Podstawę oceny z egzaminu stanowią wyniki </w:t>
            </w:r>
            <w:r w:rsidR="31867E85" w:rsidRPr="00A12DCA">
              <w:rPr>
                <w:rFonts w:ascii="Corbel" w:hAnsi="Corbel"/>
                <w:b w:val="0"/>
                <w:smallCaps w:val="0"/>
                <w:szCs w:val="24"/>
              </w:rPr>
              <w:t>testu.</w:t>
            </w:r>
          </w:p>
          <w:p w14:paraId="3C4AEEE0" w14:textId="228F4CD6" w:rsidR="00162E8F" w:rsidRPr="00A12DCA" w:rsidRDefault="31867E85" w:rsidP="002A11D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06F8D2C">
              <w:rPr>
                <w:rFonts w:ascii="Corbel" w:hAnsi="Corbel"/>
                <w:sz w:val="24"/>
                <w:szCs w:val="24"/>
              </w:rPr>
              <w:t>Ćwiczenia – zaliczenie z oceną</w:t>
            </w:r>
            <w:r w:rsidR="44AC0897" w:rsidRPr="706F8D2C">
              <w:rPr>
                <w:rFonts w:ascii="Corbel" w:hAnsi="Corbel"/>
                <w:sz w:val="24"/>
                <w:szCs w:val="24"/>
              </w:rPr>
              <w:t xml:space="preserve">. </w:t>
            </w:r>
            <w:r w:rsidR="3594AAA7" w:rsidRPr="706F8D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udział i aktywność na zajęciach. </w:t>
            </w:r>
          </w:p>
          <w:p w14:paraId="0E81A013" w14:textId="74156102" w:rsidR="00162E8F" w:rsidRPr="00A12DCA" w:rsidRDefault="3594AAA7" w:rsidP="002A11D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06F8D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</w:t>
            </w:r>
            <w:r w:rsidR="5B799BF2" w:rsidRPr="706F8D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testu oraz </w:t>
            </w:r>
            <w:r w:rsidRPr="706F8D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są przeliczane na procenty, którym odpowiadają oceny:</w:t>
            </w:r>
          </w:p>
          <w:p w14:paraId="18AD8B1F" w14:textId="1EA328A2" w:rsidR="00162E8F" w:rsidRPr="00A12DCA" w:rsidRDefault="3594AAA7" w:rsidP="002A11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33A8ED57" w14:textId="13A1F6C8" w:rsidR="00162E8F" w:rsidRPr="00A12DCA" w:rsidRDefault="3594AAA7" w:rsidP="002A11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EA4575F" w14:textId="6E79180B" w:rsidR="00162E8F" w:rsidRPr="00A12DCA" w:rsidRDefault="3594AAA7" w:rsidP="002A11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2EA0831D" w14:textId="4821F151" w:rsidR="00162E8F" w:rsidRPr="00A12DCA" w:rsidRDefault="3594AAA7" w:rsidP="002A11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0F0E922E" w14:textId="3BD0FD28" w:rsidR="00162E8F" w:rsidRPr="00A12DCA" w:rsidRDefault="3594AAA7" w:rsidP="002A11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5E196F44" w14:textId="74E258D3" w:rsidR="00162E8F" w:rsidRPr="00A12DCA" w:rsidRDefault="3594AAA7" w:rsidP="002A11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5A6E3211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83AF69" w14:textId="77777777" w:rsidR="009F4610" w:rsidRPr="00A12DC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 xml:space="preserve">5. </w:t>
      </w:r>
      <w:r w:rsidR="00C61DC5" w:rsidRPr="00A12DC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ED24EF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2DCA" w14:paraId="066EFD94" w14:textId="77777777" w:rsidTr="001F65B4">
        <w:tc>
          <w:tcPr>
            <w:tcW w:w="4902" w:type="dxa"/>
            <w:vAlign w:val="center"/>
          </w:tcPr>
          <w:p w14:paraId="32AEE434" w14:textId="77777777" w:rsidR="0085747A" w:rsidRPr="00A12D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2DC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2DC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A7570A2" w14:textId="77777777" w:rsidR="0085747A" w:rsidRPr="00A12D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2DC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12DC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A12DCA" w14:paraId="6B611471" w14:textId="77777777" w:rsidTr="001F65B4">
        <w:tc>
          <w:tcPr>
            <w:tcW w:w="4902" w:type="dxa"/>
          </w:tcPr>
          <w:p w14:paraId="6B02BAA7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62BF9918" w14:textId="522C65E9" w:rsidR="00162E8F" w:rsidRPr="00A12DCA" w:rsidRDefault="00E54691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62E8F" w:rsidRPr="00A12DCA" w14:paraId="46938AB1" w14:textId="77777777" w:rsidTr="001F65B4">
        <w:tc>
          <w:tcPr>
            <w:tcW w:w="4902" w:type="dxa"/>
          </w:tcPr>
          <w:p w14:paraId="065A3462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98347F" w14:textId="7115B9AC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(udział w konsultacjach</w:t>
            </w:r>
            <w:r w:rsidR="00782B88">
              <w:rPr>
                <w:rFonts w:ascii="Corbel" w:hAnsi="Corbel"/>
                <w:sz w:val="24"/>
                <w:szCs w:val="24"/>
              </w:rPr>
              <w:t>, egzaminie</w:t>
            </w:r>
            <w:r w:rsidRPr="00A12D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322BC02" w14:textId="73ABB1E2" w:rsidR="00162E8F" w:rsidRPr="00A12DCA" w:rsidRDefault="00782B88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62E8F" w:rsidRPr="00A12DCA" w14:paraId="1ABC12E5" w14:textId="77777777" w:rsidTr="001F65B4">
        <w:tc>
          <w:tcPr>
            <w:tcW w:w="4902" w:type="dxa"/>
          </w:tcPr>
          <w:p w14:paraId="1EEEBE84" w14:textId="4D08F6F6" w:rsidR="00162E8F" w:rsidRPr="00A12DCA" w:rsidRDefault="00162E8F" w:rsidP="00E546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A12DC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12DCA">
              <w:rPr>
                <w:rFonts w:ascii="Corbel" w:hAnsi="Corbel"/>
                <w:sz w:val="24"/>
                <w:szCs w:val="24"/>
              </w:rPr>
              <w:t xml:space="preserve"> – praca własna student</w:t>
            </w:r>
            <w:r w:rsidR="00E54691">
              <w:rPr>
                <w:rFonts w:ascii="Corbel" w:hAnsi="Corbel"/>
                <w:sz w:val="24"/>
                <w:szCs w:val="24"/>
              </w:rPr>
              <w:t xml:space="preserve">a </w:t>
            </w:r>
            <w:r w:rsidRPr="00A12DCA">
              <w:rPr>
                <w:rFonts w:ascii="Corbel" w:hAnsi="Corbel"/>
                <w:sz w:val="24"/>
                <w:szCs w:val="24"/>
              </w:rPr>
              <w:t>(przygotowanie do zajęć, przygotowanie referatu)</w:t>
            </w:r>
          </w:p>
        </w:tc>
        <w:tc>
          <w:tcPr>
            <w:tcW w:w="4618" w:type="dxa"/>
          </w:tcPr>
          <w:p w14:paraId="480FA1B9" w14:textId="7C8537AC" w:rsidR="00162E8F" w:rsidRPr="00A12DCA" w:rsidRDefault="00782B88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162E8F" w:rsidRPr="00A12DCA" w14:paraId="0F9AD38B" w14:textId="77777777" w:rsidTr="001F65B4">
        <w:tc>
          <w:tcPr>
            <w:tcW w:w="4902" w:type="dxa"/>
          </w:tcPr>
          <w:p w14:paraId="3C2DA91E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EBDBA24" w14:textId="45DF9C75" w:rsidR="00162E8F" w:rsidRPr="00A12DCA" w:rsidRDefault="00782B88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12DCA" w14:paraId="408ADF49" w14:textId="77777777" w:rsidTr="001F65B4">
        <w:tc>
          <w:tcPr>
            <w:tcW w:w="4902" w:type="dxa"/>
          </w:tcPr>
          <w:p w14:paraId="41B23484" w14:textId="77777777" w:rsidR="0085747A" w:rsidRPr="00A12D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C958E8E" w14:textId="36425631" w:rsidR="0085747A" w:rsidRPr="00A12DCA" w:rsidRDefault="00782B88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A4DD8B" w14:textId="77777777" w:rsidR="0085747A" w:rsidRPr="00A12DC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2DC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2DC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3F82A" w14:textId="77777777" w:rsidR="003E1941" w:rsidRPr="00A12DC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E40E7F" w14:textId="77777777" w:rsidR="0085747A" w:rsidRPr="00A12DC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6. </w:t>
      </w:r>
      <w:r w:rsidR="0085747A" w:rsidRPr="00A12DCA">
        <w:rPr>
          <w:rFonts w:ascii="Corbel" w:hAnsi="Corbel"/>
          <w:smallCaps w:val="0"/>
          <w:szCs w:val="24"/>
        </w:rPr>
        <w:t>PRAKTYKI ZAWO</w:t>
      </w:r>
      <w:r w:rsidR="009D3F3B" w:rsidRPr="00A12DCA">
        <w:rPr>
          <w:rFonts w:ascii="Corbel" w:hAnsi="Corbel"/>
          <w:smallCaps w:val="0"/>
          <w:szCs w:val="24"/>
        </w:rPr>
        <w:t>DOWE W RAMACH PRZEDMIOTU</w:t>
      </w:r>
    </w:p>
    <w:p w14:paraId="470CCA32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A12DCA" w14:paraId="1713F798" w14:textId="77777777" w:rsidTr="006C026A">
        <w:trPr>
          <w:trHeight w:val="397"/>
          <w:jc w:val="center"/>
        </w:trPr>
        <w:tc>
          <w:tcPr>
            <w:tcW w:w="3544" w:type="dxa"/>
          </w:tcPr>
          <w:p w14:paraId="50B5B282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58E16F7" w14:textId="65D6D242" w:rsidR="0085747A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2DCA" w14:paraId="6FEDC15C" w14:textId="77777777" w:rsidTr="006C026A">
        <w:trPr>
          <w:trHeight w:val="397"/>
          <w:jc w:val="center"/>
        </w:trPr>
        <w:tc>
          <w:tcPr>
            <w:tcW w:w="3544" w:type="dxa"/>
          </w:tcPr>
          <w:p w14:paraId="740E5157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536F9D" w14:textId="7D4D20FD" w:rsidR="0085747A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F1FD2C6" w14:textId="77777777" w:rsidR="003E1941" w:rsidRPr="00A12DC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9C38" w14:textId="77777777" w:rsidR="0085747A" w:rsidRPr="00A12D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7. </w:t>
      </w:r>
      <w:r w:rsidR="0085747A" w:rsidRPr="00A12DCA">
        <w:rPr>
          <w:rFonts w:ascii="Corbel" w:hAnsi="Corbel"/>
          <w:smallCaps w:val="0"/>
          <w:szCs w:val="24"/>
        </w:rPr>
        <w:t>LITERATURA</w:t>
      </w:r>
    </w:p>
    <w:p w14:paraId="4DA6E337" w14:textId="77777777" w:rsidR="00675843" w:rsidRPr="00A12D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12DCA" w14:paraId="0AC42AC2" w14:textId="77777777" w:rsidTr="25A09E00">
        <w:trPr>
          <w:trHeight w:val="397"/>
          <w:jc w:val="center"/>
        </w:trPr>
        <w:tc>
          <w:tcPr>
            <w:tcW w:w="7513" w:type="dxa"/>
          </w:tcPr>
          <w:p w14:paraId="16678AC7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D43A6F2" w14:textId="77777777" w:rsidR="001178E8" w:rsidRPr="00A12DCA" w:rsidRDefault="00B56C92" w:rsidP="006C026A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12DCA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476863A9" w14:textId="77777777" w:rsidR="00B56C92" w:rsidRPr="00A12DCA" w:rsidRDefault="00B56C92" w:rsidP="006C026A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12DCA">
              <w:rPr>
                <w:rFonts w:ascii="Corbel" w:hAnsi="Corbel"/>
                <w:b w:val="0"/>
                <w:smallCaps w:val="0"/>
                <w:szCs w:val="24"/>
              </w:rPr>
              <w:t>Kałowski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projektów inwestycyjnych, Warszawa 2013.</w:t>
            </w:r>
          </w:p>
        </w:tc>
      </w:tr>
      <w:tr w:rsidR="0085747A" w:rsidRPr="00A12DCA" w14:paraId="5B3338C9" w14:textId="77777777" w:rsidTr="25A09E00">
        <w:trPr>
          <w:trHeight w:val="397"/>
          <w:jc w:val="center"/>
        </w:trPr>
        <w:tc>
          <w:tcPr>
            <w:tcW w:w="7513" w:type="dxa"/>
          </w:tcPr>
          <w:p w14:paraId="22A8F838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474879" w14:textId="77777777" w:rsidR="00632694" w:rsidRPr="00A12DCA" w:rsidRDefault="00B56C92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00A12DCA">
              <w:rPr>
                <w:rFonts w:ascii="Corbel" w:hAnsi="Corbel"/>
                <w:b w:val="0"/>
                <w:smallCaps w:val="0"/>
              </w:rPr>
              <w:t>Rębilas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</w:rPr>
              <w:t xml:space="preserve"> R., Finansowanie inwestycji przedsiębiorstw, </w:t>
            </w:r>
            <w:proofErr w:type="spellStart"/>
            <w:r w:rsidRPr="00A12DCA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</w:rPr>
              <w:t>, Warszawa 2014.</w:t>
            </w:r>
          </w:p>
          <w:p w14:paraId="0E8F77A0" w14:textId="2CA2D3A1" w:rsidR="00B56C92" w:rsidRPr="00A12DCA" w:rsidRDefault="00B56C92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Rogowski W., Rachunek efektywności inwestycji: wyzwania teorii i potrzeby praktyki, Wolters Kluwer Polska, Warszawa 2013.</w:t>
            </w:r>
          </w:p>
          <w:p w14:paraId="14B4126A" w14:textId="7112F64D" w:rsidR="00B56C92" w:rsidRPr="00A12DCA" w:rsidRDefault="649D2523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Zawora J., Zawora P., Determinanty finansowe realizacji inwestycji przez jednostki samorządu terytorialnego w latach 2013-2018, Finanse Komunalne, nr 11-12/2019, s. 7-17</w:t>
            </w:r>
            <w:r w:rsidR="1CDB73F1" w:rsidRPr="00A12DC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57164D69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49F8C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896E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06AF8" w14:textId="77777777" w:rsidR="00A32782" w:rsidRDefault="00A32782" w:rsidP="00C16ABF">
      <w:pPr>
        <w:spacing w:after="0" w:line="240" w:lineRule="auto"/>
      </w:pPr>
      <w:r>
        <w:separator/>
      </w:r>
    </w:p>
  </w:endnote>
  <w:endnote w:type="continuationSeparator" w:id="0">
    <w:p w14:paraId="098D3E29" w14:textId="77777777" w:rsidR="00A32782" w:rsidRDefault="00A327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382B5" w14:textId="77777777" w:rsidR="00A32782" w:rsidRDefault="00A32782" w:rsidP="00C16ABF">
      <w:pPr>
        <w:spacing w:after="0" w:line="240" w:lineRule="auto"/>
      </w:pPr>
      <w:r>
        <w:separator/>
      </w:r>
    </w:p>
  </w:footnote>
  <w:footnote w:type="continuationSeparator" w:id="0">
    <w:p w14:paraId="0BAAED24" w14:textId="77777777" w:rsidR="00A32782" w:rsidRDefault="00A32782" w:rsidP="00C16ABF">
      <w:pPr>
        <w:spacing w:after="0" w:line="240" w:lineRule="auto"/>
      </w:pPr>
      <w:r>
        <w:continuationSeparator/>
      </w:r>
    </w:p>
  </w:footnote>
  <w:footnote w:id="1">
    <w:p w14:paraId="71B584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4B5C40EC"/>
    <w:multiLevelType w:val="hybridMultilevel"/>
    <w:tmpl w:val="4260B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482E79"/>
    <w:multiLevelType w:val="hybridMultilevel"/>
    <w:tmpl w:val="41BE88AA"/>
    <w:lvl w:ilvl="0" w:tplc="451EF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28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1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A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B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68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5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D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5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EFA"/>
    <w:rsid w:val="00070ED6"/>
    <w:rsid w:val="000742DC"/>
    <w:rsid w:val="00084C12"/>
    <w:rsid w:val="0009462C"/>
    <w:rsid w:val="00094B12"/>
    <w:rsid w:val="00096C46"/>
    <w:rsid w:val="000A2761"/>
    <w:rsid w:val="000A296F"/>
    <w:rsid w:val="000A2A28"/>
    <w:rsid w:val="000A3CDF"/>
    <w:rsid w:val="000A7C17"/>
    <w:rsid w:val="000B192D"/>
    <w:rsid w:val="000B28EE"/>
    <w:rsid w:val="000B3E37"/>
    <w:rsid w:val="000C3F42"/>
    <w:rsid w:val="000D04B0"/>
    <w:rsid w:val="000F1C57"/>
    <w:rsid w:val="000F5615"/>
    <w:rsid w:val="001101F0"/>
    <w:rsid w:val="00112726"/>
    <w:rsid w:val="001178E8"/>
    <w:rsid w:val="00121DD6"/>
    <w:rsid w:val="00124BFF"/>
    <w:rsid w:val="0012560E"/>
    <w:rsid w:val="00127108"/>
    <w:rsid w:val="00134B13"/>
    <w:rsid w:val="00146BC0"/>
    <w:rsid w:val="00153C41"/>
    <w:rsid w:val="00154381"/>
    <w:rsid w:val="00162E8F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C7734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5473C"/>
    <w:rsid w:val="00281FF2"/>
    <w:rsid w:val="002857DE"/>
    <w:rsid w:val="00291567"/>
    <w:rsid w:val="002A11DE"/>
    <w:rsid w:val="002A22BF"/>
    <w:rsid w:val="002A2389"/>
    <w:rsid w:val="002A671D"/>
    <w:rsid w:val="002A69B9"/>
    <w:rsid w:val="002B4D55"/>
    <w:rsid w:val="002B5EA0"/>
    <w:rsid w:val="002B6119"/>
    <w:rsid w:val="002C1F06"/>
    <w:rsid w:val="002C3E31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7CD7"/>
    <w:rsid w:val="003343CF"/>
    <w:rsid w:val="00346FE9"/>
    <w:rsid w:val="0034759A"/>
    <w:rsid w:val="003503F6"/>
    <w:rsid w:val="003530DD"/>
    <w:rsid w:val="00363F78"/>
    <w:rsid w:val="0039429A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5E0B"/>
    <w:rsid w:val="003F6E1D"/>
    <w:rsid w:val="00414E3C"/>
    <w:rsid w:val="0042244A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2995"/>
    <w:rsid w:val="004D5282"/>
    <w:rsid w:val="004F1551"/>
    <w:rsid w:val="004F55A3"/>
    <w:rsid w:val="0050496F"/>
    <w:rsid w:val="00513B6F"/>
    <w:rsid w:val="00515942"/>
    <w:rsid w:val="00517C63"/>
    <w:rsid w:val="00523767"/>
    <w:rsid w:val="00533A33"/>
    <w:rsid w:val="005352AC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A4B0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2694"/>
    <w:rsid w:val="0063DAE5"/>
    <w:rsid w:val="00647FA8"/>
    <w:rsid w:val="00650C5F"/>
    <w:rsid w:val="00654934"/>
    <w:rsid w:val="006620D9"/>
    <w:rsid w:val="00671958"/>
    <w:rsid w:val="00675843"/>
    <w:rsid w:val="00677B23"/>
    <w:rsid w:val="00696477"/>
    <w:rsid w:val="006A29CC"/>
    <w:rsid w:val="006B62D3"/>
    <w:rsid w:val="006C026A"/>
    <w:rsid w:val="006D017B"/>
    <w:rsid w:val="006D050F"/>
    <w:rsid w:val="006D6139"/>
    <w:rsid w:val="006D65D7"/>
    <w:rsid w:val="006E5D65"/>
    <w:rsid w:val="006F1282"/>
    <w:rsid w:val="006F1FBC"/>
    <w:rsid w:val="006F31E2"/>
    <w:rsid w:val="00706544"/>
    <w:rsid w:val="007072BA"/>
    <w:rsid w:val="0071620A"/>
    <w:rsid w:val="00717610"/>
    <w:rsid w:val="00724677"/>
    <w:rsid w:val="00725459"/>
    <w:rsid w:val="007327BD"/>
    <w:rsid w:val="00734608"/>
    <w:rsid w:val="007405B9"/>
    <w:rsid w:val="00745302"/>
    <w:rsid w:val="007461D6"/>
    <w:rsid w:val="00746EC8"/>
    <w:rsid w:val="00763BF1"/>
    <w:rsid w:val="00766FD4"/>
    <w:rsid w:val="0078168C"/>
    <w:rsid w:val="00782B8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4FA65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B07"/>
    <w:rsid w:val="00923D7D"/>
    <w:rsid w:val="00931345"/>
    <w:rsid w:val="009508DF"/>
    <w:rsid w:val="00950DAC"/>
    <w:rsid w:val="00954A07"/>
    <w:rsid w:val="00984B23"/>
    <w:rsid w:val="00991867"/>
    <w:rsid w:val="00997F14"/>
    <w:rsid w:val="009A78D9"/>
    <w:rsid w:val="009B0295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2DCA"/>
    <w:rsid w:val="00A155EE"/>
    <w:rsid w:val="00A2245B"/>
    <w:rsid w:val="00A30110"/>
    <w:rsid w:val="00A32782"/>
    <w:rsid w:val="00A36899"/>
    <w:rsid w:val="00A371F6"/>
    <w:rsid w:val="00A43BF6"/>
    <w:rsid w:val="00A53FA5"/>
    <w:rsid w:val="00A54817"/>
    <w:rsid w:val="00A571A3"/>
    <w:rsid w:val="00A601C8"/>
    <w:rsid w:val="00A60799"/>
    <w:rsid w:val="00A828CC"/>
    <w:rsid w:val="00A84C85"/>
    <w:rsid w:val="00A97DE1"/>
    <w:rsid w:val="00AB053C"/>
    <w:rsid w:val="00AD1146"/>
    <w:rsid w:val="00AD27D3"/>
    <w:rsid w:val="00AD3F9C"/>
    <w:rsid w:val="00AD66D6"/>
    <w:rsid w:val="00AE1160"/>
    <w:rsid w:val="00AE203C"/>
    <w:rsid w:val="00AE2E74"/>
    <w:rsid w:val="00AE5FCB"/>
    <w:rsid w:val="00AF2C1E"/>
    <w:rsid w:val="00B06142"/>
    <w:rsid w:val="00B1094D"/>
    <w:rsid w:val="00B135B1"/>
    <w:rsid w:val="00B13CAA"/>
    <w:rsid w:val="00B3130B"/>
    <w:rsid w:val="00B40ADB"/>
    <w:rsid w:val="00B43B77"/>
    <w:rsid w:val="00B43E80"/>
    <w:rsid w:val="00B56C92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7FF"/>
    <w:rsid w:val="00BF2C41"/>
    <w:rsid w:val="00C058B4"/>
    <w:rsid w:val="00C05F44"/>
    <w:rsid w:val="00C131B5"/>
    <w:rsid w:val="00C16ABF"/>
    <w:rsid w:val="00C170AE"/>
    <w:rsid w:val="00C26244"/>
    <w:rsid w:val="00C26CB7"/>
    <w:rsid w:val="00C324C1"/>
    <w:rsid w:val="00C36992"/>
    <w:rsid w:val="00C528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1DC4"/>
    <w:rsid w:val="00D8678B"/>
    <w:rsid w:val="00DA2114"/>
    <w:rsid w:val="00DA6057"/>
    <w:rsid w:val="00DC6D0C"/>
    <w:rsid w:val="00DE0875"/>
    <w:rsid w:val="00DE09C0"/>
    <w:rsid w:val="00DE4A14"/>
    <w:rsid w:val="00DF320D"/>
    <w:rsid w:val="00DF71C8"/>
    <w:rsid w:val="00E04536"/>
    <w:rsid w:val="00E129B8"/>
    <w:rsid w:val="00E20AFD"/>
    <w:rsid w:val="00E21E7D"/>
    <w:rsid w:val="00E22FBC"/>
    <w:rsid w:val="00E24BF5"/>
    <w:rsid w:val="00E25338"/>
    <w:rsid w:val="00E51E44"/>
    <w:rsid w:val="00E54691"/>
    <w:rsid w:val="00E63348"/>
    <w:rsid w:val="00E661B9"/>
    <w:rsid w:val="00E742AA"/>
    <w:rsid w:val="00E77E88"/>
    <w:rsid w:val="00E8107D"/>
    <w:rsid w:val="00E960BB"/>
    <w:rsid w:val="00E97E5D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54F"/>
    <w:rsid w:val="00F47E2E"/>
    <w:rsid w:val="00F526AF"/>
    <w:rsid w:val="00F617C3"/>
    <w:rsid w:val="00F7066B"/>
    <w:rsid w:val="00F83B28"/>
    <w:rsid w:val="00F974DA"/>
    <w:rsid w:val="00FA3F36"/>
    <w:rsid w:val="00FA46E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5E7D"/>
    <w:rsid w:val="00FF6093"/>
    <w:rsid w:val="0220CAC6"/>
    <w:rsid w:val="05586B88"/>
    <w:rsid w:val="05E8C722"/>
    <w:rsid w:val="08DB08D2"/>
    <w:rsid w:val="09B7842D"/>
    <w:rsid w:val="0BC7AD0C"/>
    <w:rsid w:val="0BCF9A92"/>
    <w:rsid w:val="0F8D65D8"/>
    <w:rsid w:val="11514041"/>
    <w:rsid w:val="1239199F"/>
    <w:rsid w:val="13099203"/>
    <w:rsid w:val="14C6E68B"/>
    <w:rsid w:val="16625245"/>
    <w:rsid w:val="17DD0326"/>
    <w:rsid w:val="1CDB73F1"/>
    <w:rsid w:val="1EF59F58"/>
    <w:rsid w:val="1F816BF4"/>
    <w:rsid w:val="20573B2C"/>
    <w:rsid w:val="2268FD3E"/>
    <w:rsid w:val="25A09E00"/>
    <w:rsid w:val="271A86AB"/>
    <w:rsid w:val="2BE8E0E7"/>
    <w:rsid w:val="2DE592FB"/>
    <w:rsid w:val="2F2E57E9"/>
    <w:rsid w:val="31867E85"/>
    <w:rsid w:val="34E18EA1"/>
    <w:rsid w:val="3594AAA7"/>
    <w:rsid w:val="3AD4BC20"/>
    <w:rsid w:val="3DBF43F9"/>
    <w:rsid w:val="3E7639F1"/>
    <w:rsid w:val="44AC0897"/>
    <w:rsid w:val="45859101"/>
    <w:rsid w:val="46BA4A1C"/>
    <w:rsid w:val="46E72CD5"/>
    <w:rsid w:val="47307C81"/>
    <w:rsid w:val="4A849EA4"/>
    <w:rsid w:val="4DBC3F66"/>
    <w:rsid w:val="4E879763"/>
    <w:rsid w:val="4F342CB5"/>
    <w:rsid w:val="4F580FC7"/>
    <w:rsid w:val="521046CF"/>
    <w:rsid w:val="529654A7"/>
    <w:rsid w:val="544CA06A"/>
    <w:rsid w:val="54548DF0"/>
    <w:rsid w:val="561B4CBB"/>
    <w:rsid w:val="59869460"/>
    <w:rsid w:val="5B799BF2"/>
    <w:rsid w:val="5B986B55"/>
    <w:rsid w:val="5DB80CDE"/>
    <w:rsid w:val="5E98CE92"/>
    <w:rsid w:val="5FCC8804"/>
    <w:rsid w:val="60349EF3"/>
    <w:rsid w:val="61C81D27"/>
    <w:rsid w:val="61DD4975"/>
    <w:rsid w:val="62B5B8FC"/>
    <w:rsid w:val="649D2523"/>
    <w:rsid w:val="6AD9F33E"/>
    <w:rsid w:val="6C5CFFE9"/>
    <w:rsid w:val="6C75C39F"/>
    <w:rsid w:val="706F8D2C"/>
    <w:rsid w:val="71300C65"/>
    <w:rsid w:val="73A1DFED"/>
    <w:rsid w:val="760B6B0E"/>
    <w:rsid w:val="789310DC"/>
    <w:rsid w:val="7A3421C7"/>
    <w:rsid w:val="7EE92A03"/>
    <w:rsid w:val="7F2A93F9"/>
    <w:rsid w:val="7FF61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D65F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F93D1-E290-48A2-B0BD-EA34C8CF63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74BF72-6407-431E-AED7-C5C6CEDB32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467397-5E08-4081-B3BF-498E433F9E43}"/>
</file>

<file path=customXml/itemProps4.xml><?xml version="1.0" encoding="utf-8"?>
<ds:datastoreItem xmlns:ds="http://schemas.openxmlformats.org/officeDocument/2006/customXml" ds:itemID="{8A63AA57-DAE5-40D2-BE0F-4FCC1B4A1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800</Words>
  <Characters>4867</Characters>
  <Application>Microsoft Office Word</Application>
  <DocSecurity>0</DocSecurity>
  <Lines>152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autor</cp:lastModifiedBy>
  <cp:revision>2</cp:revision>
  <cp:lastPrinted>2019-02-06T12:12:00Z</cp:lastPrinted>
  <dcterms:created xsi:type="dcterms:W3CDTF">2022-05-26T20:17:00Z</dcterms:created>
  <dcterms:modified xsi:type="dcterms:W3CDTF">2022-05-26T20:17:00Z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